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BE1" w:rsidRDefault="00664BE1" w:rsidP="00664BE1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K-5 ELA Lesson Plan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3"/>
        <w:gridCol w:w="720"/>
        <w:gridCol w:w="700"/>
        <w:gridCol w:w="737"/>
        <w:gridCol w:w="724"/>
        <w:gridCol w:w="4502"/>
      </w:tblGrid>
      <w:tr w:rsidR="00664BE1" w:rsidTr="008A77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 I. Penn</w:t>
            </w: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Grade: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Date(s)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664BE1" w:rsidTr="008A776E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Title: Reading/Writing Apprentice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Task 1-Day 5</w:t>
            </w:r>
          </w:p>
        </w:tc>
      </w:tr>
      <w:tr w:rsidR="00664BE1" w:rsidTr="008A776E">
        <w:trPr>
          <w:trHeight w:val="73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9CE">
              <w:rPr>
                <w:rFonts w:ascii="Times New Roman" w:hAnsi="Times New Roman" w:cs="Times New Roman"/>
                <w:b/>
              </w:rPr>
              <w:t>Essential Question(s): How do readers use what they know about the patterns of text structure to read nonfiction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text?</w:t>
            </w:r>
          </w:p>
        </w:tc>
      </w:tr>
      <w:tr w:rsidR="00664BE1" w:rsidTr="008A776E">
        <w:trPr>
          <w:trHeight w:val="296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664BE1" w:rsidTr="008A776E">
        <w:trPr>
          <w:trHeight w:val="73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Teacher/Student: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Text structure PowerPoint, 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sample, (one each for all students),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highlighters (red, blue), one each per student),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copies of (T-chart) graphic organizer(two per each student), 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paper and pencil for each student, 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Cause and Effect read aloud passages for overhead use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Shutting Out the Sky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text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Colonial America books</w:t>
            </w: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Cause, Effect, 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Because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 a result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Therefore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Since consequently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Due to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 a consequence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Immigrant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Hustled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Peddler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Circumstances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Advice</w:t>
            </w:r>
          </w:p>
          <w:p w:rsidR="00664BE1" w:rsidRDefault="00664BE1" w:rsidP="005E284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advised</w:t>
            </w: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368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664BE1" w:rsidTr="008A776E">
        <w:trPr>
          <w:trHeight w:val="6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Pr="008D39CE" w:rsidRDefault="00664BE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D39C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Gradual Release of Responsibility:</w:t>
            </w:r>
          </w:p>
          <w:p w:rsidR="00664BE1" w:rsidRPr="008D39CE" w:rsidRDefault="00664BE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  <w:p w:rsidR="00664BE1" w:rsidRPr="008D39CE" w:rsidRDefault="00664B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D39CE">
              <w:rPr>
                <w:rFonts w:ascii="Times New Roman" w:hAnsi="Times New Roman" w:cs="Times New Roman"/>
                <w:sz w:val="22"/>
                <w:szCs w:val="22"/>
              </w:rPr>
              <w:t xml:space="preserve">      X   Modeled</w:t>
            </w:r>
          </w:p>
          <w:p w:rsidR="00664BE1" w:rsidRPr="008D39CE" w:rsidRDefault="00664B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D39CE">
              <w:rPr>
                <w:rFonts w:ascii="Times New Roman" w:hAnsi="Times New Roman" w:cs="Times New Roman"/>
                <w:sz w:val="22"/>
                <w:szCs w:val="22"/>
              </w:rPr>
              <w:t xml:space="preserve">      X   Shared</w:t>
            </w:r>
          </w:p>
          <w:p w:rsidR="00664BE1" w:rsidRPr="008D39CE" w:rsidRDefault="00664BE1">
            <w:pPr>
              <w:pStyle w:val="Default"/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  <w:r w:rsidRPr="008D39CE">
              <w:rPr>
                <w:rFonts w:ascii="Times New Roman" w:hAnsi="Times New Roman" w:cs="Times New Roman"/>
                <w:sz w:val="22"/>
                <w:szCs w:val="22"/>
              </w:rPr>
              <w:t>X   Guided Practice</w:t>
            </w:r>
          </w:p>
          <w:p w:rsidR="00664BE1" w:rsidRDefault="00664BE1">
            <w:pPr>
              <w:pStyle w:val="Default"/>
            </w:pPr>
            <w:r w:rsidRPr="008D39CE">
              <w:rPr>
                <w:rFonts w:ascii="Times New Roman" w:hAnsi="Times New Roman" w:cs="Times New Roman"/>
                <w:sz w:val="22"/>
                <w:szCs w:val="22"/>
              </w:rPr>
              <w:t xml:space="preserve">       X  Independent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RI.5.5:  Compare and contrast the overall structure (e.g., chronology, 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>comparison</w:t>
            </w:r>
            <w:proofErr w:type="gramEnd"/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>, cause/effect, problem/solution) of events, ideas, concepts, or information in two or more texts.</w:t>
            </w:r>
          </w:p>
          <w:p w:rsidR="00A95185" w:rsidRPr="00A95185" w:rsidRDefault="00A9518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Understand text structure by recognizing and applying cause and 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>effect</w:t>
            </w:r>
            <w:proofErr w:type="gramEnd"/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relationships when reading.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4BE1" w:rsidRP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95185" w:rsidRPr="00A95185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introduce the relationship of cause and effect using FOCUS on Recognizing </w:t>
            </w:r>
          </w:p>
          <w:p w:rsidR="00A95185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Cause &amp; Effect guide poster.  Teacher will then use a real-world experience/situation example to complete a T-chart graphic organizer. Students will take notes that will include cause / effect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meanings</w:t>
            </w:r>
            <w:proofErr w:type="gramEnd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, signal words.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Pr="00A95185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951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Model</w:t>
            </w:r>
          </w:p>
          <w:p w:rsidR="00A95185" w:rsidRDefault="00A95185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Teacher will read text and think aloud (determining/identifying any signal words).  When </w:t>
            </w:r>
          </w:p>
          <w:p w:rsidR="00664BE1" w:rsidRDefault="00664BE1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modeling</w:t>
            </w:r>
            <w:proofErr w:type="gramEnd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, teacher will underline cause in blue and effect in red.</w:t>
            </w:r>
          </w:p>
          <w:p w:rsidR="00A95185" w:rsidRPr="00A95185" w:rsidRDefault="00A95185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Pr="00A95185" w:rsidRDefault="00A95185" w:rsidP="00A9518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A95185">
              <w:rPr>
                <w:rFonts w:ascii="Times New Roman" w:hAnsi="Times New Roman" w:cs="Times New Roman"/>
                <w:sz w:val="24"/>
                <w:szCs w:val="24"/>
              </w:rPr>
              <w:t>Teacher and students will use a T-Chart graphic organizer</w:t>
            </w:r>
          </w:p>
          <w:p w:rsidR="00664BE1" w:rsidRDefault="00664BE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185" w:rsidRDefault="00A9518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Shared</w:t>
            </w:r>
          </w:p>
          <w:p w:rsidR="00A95185" w:rsidRDefault="00A95185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Teacher will begin reading text and students will choral read another short passage from </w:t>
            </w:r>
          </w:p>
          <w:p w:rsidR="00664BE1" w:rsidRPr="00A95185" w:rsidRDefault="00664BE1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i/>
                <w:sz w:val="24"/>
                <w:szCs w:val="24"/>
              </w:rPr>
              <w:t>Shutting Out the Sky</w:t>
            </w: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4BE1" w:rsidRPr="00A95185" w:rsidRDefault="00A95185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A95185">
              <w:rPr>
                <w:rFonts w:ascii="Times New Roman" w:hAnsi="Times New Roman" w:cs="Times New Roman"/>
                <w:sz w:val="24"/>
                <w:szCs w:val="24"/>
              </w:rPr>
              <w:t>Students will instruct teacher on completing the organizer.</w:t>
            </w:r>
          </w:p>
          <w:p w:rsidR="00A95185" w:rsidRPr="00A95185" w:rsidRDefault="00A95185" w:rsidP="00A951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Guided Practice</w:t>
            </w:r>
          </w:p>
          <w:p w:rsidR="00664BE1" w:rsidRPr="008D39CE" w:rsidRDefault="008D39CE" w:rsidP="008D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8D39CE">
              <w:rPr>
                <w:rFonts w:ascii="Times New Roman" w:hAnsi="Times New Roman" w:cs="Times New Roman"/>
                <w:sz w:val="24"/>
                <w:szCs w:val="24"/>
              </w:rPr>
              <w:t>Using another excerpt from Shutting Out the Sky, students will partner read and complete their individual T-Chart.</w:t>
            </w:r>
          </w:p>
          <w:p w:rsidR="00664BE1" w:rsidRDefault="00664BE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***Use Differentiation Strategies here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11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664BE1" w:rsidRDefault="00664BE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64BE1" w:rsidRDefault="00664BE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X  Modeled</w:t>
            </w:r>
          </w:p>
          <w:p w:rsidR="00664BE1" w:rsidRDefault="00664BE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 Shared</w:t>
            </w:r>
          </w:p>
          <w:p w:rsidR="00664BE1" w:rsidRDefault="00664BE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X  Guided </w:t>
            </w:r>
            <w:r w:rsidR="008D39CE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Practice</w:t>
            </w:r>
          </w:p>
          <w:p w:rsidR="00664BE1" w:rsidRDefault="00664BE1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X  Independent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MiniLesson</w:t>
            </w:r>
            <w:proofErr w:type="spellEnd"/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Cause and Effect Sentence Writing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Standard: </w:t>
            </w:r>
          </w:p>
          <w:p w:rsidR="00A95185" w:rsidRDefault="00664BE1">
            <w:pPr>
              <w:rPr>
                <w:rFonts w:ascii="Times New Roman" w:hAnsi="Times New Roman" w:cs="Times New Roman"/>
              </w:rPr>
            </w:pPr>
            <w:r w:rsidRPr="00A95185">
              <w:rPr>
                <w:rFonts w:ascii="Times New Roman" w:hAnsi="Times New Roman" w:cs="Times New Roman"/>
              </w:rPr>
              <w:t>W.5.4—Produce clear</w:t>
            </w:r>
            <w:r w:rsidR="00C977C7" w:rsidRPr="00A95185">
              <w:rPr>
                <w:rFonts w:ascii="Times New Roman" w:hAnsi="Times New Roman" w:cs="Times New Roman"/>
              </w:rPr>
              <w:t xml:space="preserve"> and coherent writing in which </w:t>
            </w:r>
            <w:r w:rsidRPr="00A95185">
              <w:rPr>
                <w:rFonts w:ascii="Times New Roman" w:hAnsi="Times New Roman" w:cs="Times New Roman"/>
              </w:rPr>
              <w:t xml:space="preserve">the development and organization are appropriate </w:t>
            </w:r>
          </w:p>
          <w:p w:rsidR="00A95185" w:rsidRDefault="00664BE1">
            <w:pPr>
              <w:rPr>
                <w:rFonts w:ascii="Times New Roman" w:hAnsi="Times New Roman" w:cs="Times New Roman"/>
              </w:rPr>
            </w:pPr>
            <w:proofErr w:type="gramStart"/>
            <w:r w:rsidRPr="00A95185">
              <w:rPr>
                <w:rFonts w:ascii="Times New Roman" w:hAnsi="Times New Roman" w:cs="Times New Roman"/>
              </w:rPr>
              <w:t>to</w:t>
            </w:r>
            <w:proofErr w:type="gramEnd"/>
            <w:r w:rsidRPr="00A95185">
              <w:rPr>
                <w:rFonts w:ascii="Times New Roman" w:hAnsi="Times New Roman" w:cs="Times New Roman"/>
              </w:rPr>
              <w:t xml:space="preserve"> task, purpose, and audience.  (Grade-specific expectations for writing types are defined in </w:t>
            </w:r>
          </w:p>
          <w:p w:rsidR="008D39CE" w:rsidRPr="00A95185" w:rsidRDefault="00664BE1">
            <w:pPr>
              <w:rPr>
                <w:rFonts w:ascii="Times New Roman" w:hAnsi="Times New Roman" w:cs="Times New Roman"/>
              </w:rPr>
            </w:pPr>
            <w:proofErr w:type="gramStart"/>
            <w:r w:rsidRPr="00A95185">
              <w:rPr>
                <w:rFonts w:ascii="Times New Roman" w:hAnsi="Times New Roman" w:cs="Times New Roman"/>
              </w:rPr>
              <w:t>standards</w:t>
            </w:r>
            <w:proofErr w:type="gramEnd"/>
            <w:r w:rsidRPr="00A95185">
              <w:rPr>
                <w:rFonts w:ascii="Times New Roman" w:hAnsi="Times New Roman" w:cs="Times New Roman"/>
              </w:rPr>
              <w:t xml:space="preserve"> 1-3 above.)</w:t>
            </w:r>
          </w:p>
          <w:p w:rsidR="008D39CE" w:rsidRPr="00A95185" w:rsidRDefault="008D39CE">
            <w:pPr>
              <w:rPr>
                <w:rFonts w:ascii="Times New Roman" w:hAnsi="Times New Roman" w:cs="Times New Roman"/>
              </w:rPr>
            </w:pPr>
          </w:p>
          <w:p w:rsidR="00A95185" w:rsidRDefault="00664BE1">
            <w:pPr>
              <w:rPr>
                <w:rFonts w:ascii="Times New Roman" w:hAnsi="Times New Roman" w:cs="Times New Roman"/>
              </w:rPr>
            </w:pPr>
            <w:r w:rsidRPr="00A95185">
              <w:rPr>
                <w:rFonts w:ascii="Times New Roman" w:hAnsi="Times New Roman" w:cs="Times New Roman"/>
              </w:rPr>
              <w:t xml:space="preserve"> L.5.3 – Use knowledge of language and its conventions when writing, speaking, reading, or listening.  </w:t>
            </w:r>
          </w:p>
          <w:p w:rsidR="00664BE1" w:rsidRPr="00A95185" w:rsidRDefault="00664BE1">
            <w:pPr>
              <w:rPr>
                <w:rFonts w:ascii="Times New Roman" w:hAnsi="Times New Roman" w:cs="Times New Roman"/>
              </w:rPr>
            </w:pPr>
            <w:r w:rsidRPr="00A95185">
              <w:rPr>
                <w:rFonts w:ascii="Times New Roman" w:hAnsi="Times New Roman" w:cs="Times New Roman"/>
              </w:rPr>
              <w:t>Expand, combine and reduce sentences for meaning, reader/interest, and style.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Statement:  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create sentences that show cause and effect.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Model</w:t>
            </w:r>
          </w:p>
          <w:p w:rsidR="00A95185" w:rsidRDefault="008D39CE" w:rsidP="008D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A95185">
              <w:rPr>
                <w:rFonts w:ascii="Times New Roman" w:hAnsi="Times New Roman" w:cs="Times New Roman"/>
                <w:sz w:val="24"/>
                <w:szCs w:val="24"/>
              </w:rPr>
              <w:t>Teacher will have 2-3 prewritten sentences on sentence strips and places them on the board</w:t>
            </w:r>
          </w:p>
          <w:p w:rsidR="00664BE1" w:rsidRPr="00A95185" w:rsidRDefault="00664BE1" w:rsidP="008D39C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gramEnd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 overhead, etc. and will read and think aloud.</w:t>
            </w:r>
          </w:p>
          <w:p w:rsidR="00A95185" w:rsidRDefault="008D39CE" w:rsidP="008D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Next, with (blue &amp; red) markers in hand, teacher will reread and  demonstrate/answer the </w:t>
            </w:r>
          </w:p>
          <w:p w:rsidR="00664BE1" w:rsidRPr="00A95185" w:rsidRDefault="00664BE1" w:rsidP="008D39C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>two</w:t>
            </w:r>
            <w:proofErr w:type="gramEnd"/>
            <w:r w:rsidRPr="00A95185">
              <w:rPr>
                <w:rFonts w:ascii="Times New Roman" w:hAnsi="Times New Roman" w:cs="Times New Roman"/>
                <w:sz w:val="24"/>
                <w:szCs w:val="24"/>
              </w:rPr>
              <w:t xml:space="preserve"> main W H questions (What &amp; Why) and underline cause in “blue” and “effect” in red. </w:t>
            </w:r>
          </w:p>
          <w:p w:rsidR="00664BE1" w:rsidRDefault="00664BE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Shared</w:t>
            </w:r>
          </w:p>
          <w:p w:rsidR="00664BE1" w:rsidRPr="008D39CE" w:rsidRDefault="008D39CE" w:rsidP="008D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8D39CE">
              <w:rPr>
                <w:rFonts w:ascii="Times New Roman" w:hAnsi="Times New Roman" w:cs="Times New Roman"/>
              </w:rPr>
              <w:t>Teacher will read aloud cause and effect sentences and together with paired students, create new</w:t>
            </w:r>
            <w:r w:rsidR="00664BE1" w:rsidRPr="008D39CE">
              <w:rPr>
                <w:rFonts w:ascii="Times New Roman" w:hAnsi="Times New Roman" w:cs="Times New Roman"/>
                <w:sz w:val="24"/>
                <w:szCs w:val="24"/>
              </w:rPr>
              <w:t xml:space="preserve"> ones.</w:t>
            </w:r>
          </w:p>
          <w:p w:rsidR="00664BE1" w:rsidRDefault="00664BE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6E" w:rsidRDefault="008A776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6E" w:rsidRDefault="008A776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6E" w:rsidRDefault="008A776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Guided Practice</w:t>
            </w:r>
          </w:p>
          <w:p w:rsidR="00A95185" w:rsidRDefault="008D39CE" w:rsidP="008D39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664BE1" w:rsidRPr="008D39CE">
              <w:rPr>
                <w:rFonts w:ascii="Times New Roman" w:hAnsi="Times New Roman" w:cs="Times New Roman"/>
                <w:sz w:val="24"/>
                <w:szCs w:val="24"/>
              </w:rPr>
              <w:t xml:space="preserve">Using dry erase boards and with a partner, students will create a minimum of 2 </w:t>
            </w:r>
          </w:p>
          <w:p w:rsidR="00664BE1" w:rsidRPr="008D39CE" w:rsidRDefault="00664BE1" w:rsidP="008D39CE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proofErr w:type="gramStart"/>
            <w:r w:rsidRPr="008D39CE">
              <w:rPr>
                <w:rFonts w:ascii="Times New Roman" w:hAnsi="Times New Roman" w:cs="Times New Roman"/>
                <w:sz w:val="24"/>
                <w:szCs w:val="24"/>
              </w:rPr>
              <w:t>sentences</w:t>
            </w:r>
            <w:proofErr w:type="gramEnd"/>
            <w:r w:rsidRPr="008D39CE">
              <w:rPr>
                <w:rFonts w:ascii="Times New Roman" w:hAnsi="Times New Roman" w:cs="Times New Roman"/>
                <w:sz w:val="24"/>
                <w:szCs w:val="24"/>
              </w:rPr>
              <w:t xml:space="preserve"> demonstrating cause and effect.</w:t>
            </w:r>
          </w:p>
          <w:p w:rsidR="00664BE1" w:rsidRDefault="00664BE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6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64BE1" w:rsidRPr="008D39CE" w:rsidRDefault="00664BE1" w:rsidP="0086587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8D39CE">
              <w:rPr>
                <w:rFonts w:ascii="Times New Roman" w:hAnsi="Times New Roman" w:cs="Times New Roman"/>
                <w:b/>
                <w:sz w:val="22"/>
                <w:szCs w:val="22"/>
              </w:rPr>
              <w:t>Closing/Summarizing Strategy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Practice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Students will create 2-3 sentences of their own.</w:t>
            </w: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521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</w:tr>
      <w:tr w:rsidR="00664BE1" w:rsidTr="008A776E">
        <w:trPr>
          <w:trHeight w:val="1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664BE1" w:rsidTr="008A776E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Pr="0086587D" w:rsidRDefault="00664B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587D">
              <w:rPr>
                <w:rFonts w:ascii="Times New Roman" w:hAnsi="Times New Roman" w:cs="Times New Roman"/>
                <w:sz w:val="20"/>
                <w:szCs w:val="20"/>
              </w:rPr>
              <w:t>**Using premade notecards, for extra practice, students will read additional (higher level) passages and determine the cause and effect.</w:t>
            </w:r>
          </w:p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BE1" w:rsidRDefault="002267AE" w:rsidP="002267AE">
            <w:pPr>
              <w:rPr>
                <w:rFonts w:ascii="Times New Roman" w:hAnsi="Times New Roman" w:cs="Times New Roman"/>
                <w:b/>
                <w:i/>
              </w:rPr>
            </w:pPr>
            <w:r w:rsidRPr="008A776E">
              <w:rPr>
                <w:rFonts w:ascii="Times New Roman" w:hAnsi="Times New Roman" w:cs="Times New Roman"/>
              </w:rPr>
              <w:t xml:space="preserve">* </w:t>
            </w:r>
            <w:r w:rsidR="00664BE1" w:rsidRPr="008A776E">
              <w:rPr>
                <w:rFonts w:ascii="Times New Roman" w:hAnsi="Times New Roman" w:cs="Times New Roman"/>
              </w:rPr>
              <w:t xml:space="preserve">For struggling readers, teacher will </w:t>
            </w:r>
            <w:r w:rsidRPr="008A776E">
              <w:rPr>
                <w:rFonts w:ascii="Times New Roman" w:hAnsi="Times New Roman" w:cs="Times New Roman"/>
              </w:rPr>
              <w:t>provide modified text as needed based on chosen text</w:t>
            </w:r>
            <w:r w:rsidR="00664BE1" w:rsidRPr="008A776E">
              <w:rPr>
                <w:rFonts w:ascii="Times New Roman" w:hAnsi="Times New Roman" w:cs="Times New Roman"/>
              </w:rPr>
              <w:t xml:space="preserve"> </w:t>
            </w:r>
            <w:r w:rsidRPr="008A776E">
              <w:rPr>
                <w:rFonts w:ascii="Times New Roman" w:hAnsi="Times New Roman" w:cs="Times New Roman"/>
              </w:rPr>
              <w:t>(</w:t>
            </w:r>
            <w:r w:rsidR="00664BE1" w:rsidRPr="008A776E">
              <w:rPr>
                <w:rFonts w:ascii="Times New Roman" w:hAnsi="Times New Roman" w:cs="Times New Roman"/>
                <w:b/>
                <w:i/>
              </w:rPr>
              <w:t>Shutting Out the Sky</w:t>
            </w:r>
            <w:r w:rsidRPr="008A776E">
              <w:rPr>
                <w:rFonts w:ascii="Times New Roman" w:hAnsi="Times New Roman" w:cs="Times New Roman"/>
                <w:b/>
                <w:i/>
              </w:rPr>
              <w:t xml:space="preserve">) </w:t>
            </w:r>
          </w:p>
          <w:p w:rsidR="008A776E" w:rsidRPr="008A776E" w:rsidRDefault="008A776E" w:rsidP="002267AE">
            <w:pPr>
              <w:rPr>
                <w:rFonts w:ascii="Times New Roman" w:hAnsi="Times New Roman" w:cs="Times New Roman"/>
                <w:b/>
                <w:i/>
              </w:rPr>
            </w:pPr>
          </w:p>
          <w:p w:rsidR="002267AE" w:rsidRDefault="002267AE" w:rsidP="002267AE">
            <w:pPr>
              <w:rPr>
                <w:rFonts w:ascii="Times New Roman" w:hAnsi="Times New Roman" w:cs="Times New Roman"/>
              </w:rPr>
            </w:pPr>
            <w:r w:rsidRPr="008A776E">
              <w:rPr>
                <w:rFonts w:ascii="Times New Roman" w:hAnsi="Times New Roman" w:cs="Times New Roman"/>
              </w:rPr>
              <w:t>*Also have students to listen to teacher-modified audio text</w:t>
            </w:r>
          </w:p>
          <w:p w:rsidR="008A776E" w:rsidRPr="008A776E" w:rsidRDefault="008A776E" w:rsidP="002267AE">
            <w:pPr>
              <w:rPr>
                <w:rFonts w:ascii="Times New Roman" w:hAnsi="Times New Roman" w:cs="Times New Roman"/>
              </w:rPr>
            </w:pPr>
          </w:p>
          <w:p w:rsidR="002267AE" w:rsidRPr="002267AE" w:rsidRDefault="002267AE" w:rsidP="002267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76E">
              <w:rPr>
                <w:rFonts w:ascii="Times New Roman" w:hAnsi="Times New Roman" w:cs="Times New Roman"/>
              </w:rPr>
              <w:t>*Provide a vocabulary list to students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C977C7" w:rsidRDefault="00C977C7" w:rsidP="00C977C7">
            <w:pPr>
              <w:rPr>
                <w:rFonts w:ascii="Comic Sans MS" w:eastAsia="Times New Roman" w:hAnsi="Comic Sans MS" w:cs="Times New Roman"/>
                <w:sz w:val="18"/>
                <w:szCs w:val="18"/>
                <w:u w:val="single"/>
              </w:rPr>
            </w:pPr>
            <w:r w:rsidRPr="00A95185">
              <w:rPr>
                <w:rFonts w:ascii="Comic Sans MS" w:eastAsia="Times New Roman" w:hAnsi="Comic Sans MS" w:cs="Times New Roman"/>
                <w:sz w:val="18"/>
                <w:szCs w:val="18"/>
                <w:u w:val="single"/>
              </w:rPr>
              <w:t>Useful tools for ELLs when teaching CAUSE &amp; EFFECT</w:t>
            </w:r>
          </w:p>
          <w:p w:rsidR="008A776E" w:rsidRPr="00A95185" w:rsidRDefault="008A776E" w:rsidP="00C977C7">
            <w:pPr>
              <w:rPr>
                <w:rFonts w:ascii="Comic Sans MS" w:eastAsia="Times New Roman" w:hAnsi="Comic Sans MS" w:cs="Times New Roman"/>
                <w:sz w:val="18"/>
                <w:szCs w:val="18"/>
                <w:u w:val="single"/>
              </w:rPr>
            </w:pPr>
          </w:p>
          <w:p w:rsidR="00C977C7" w:rsidRPr="00A95185" w:rsidRDefault="00C977C7" w:rsidP="00C977C7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95185">
              <w:rPr>
                <w:rFonts w:ascii="Times New Roman" w:eastAsia="Times New Roman" w:hAnsi="Times New Roman" w:cs="Times New Roman"/>
                <w:sz w:val="18"/>
                <w:szCs w:val="18"/>
              </w:rPr>
              <w:t>ELLs may use the sentence/ paragraphs frames that will be provided by the teacher.</w:t>
            </w:r>
          </w:p>
          <w:p w:rsidR="00C977C7" w:rsidRPr="00A95185" w:rsidRDefault="00C977C7" w:rsidP="00C977C7">
            <w:pPr>
              <w:rPr>
                <w:rFonts w:ascii="Comic Sans MS" w:eastAsia="Times New Roman" w:hAnsi="Comic Sans MS" w:cs="Times New Roman"/>
                <w:sz w:val="18"/>
                <w:szCs w:val="18"/>
              </w:rPr>
            </w:pPr>
            <w:r w:rsidRPr="00A95185">
              <w:rPr>
                <w:rFonts w:ascii="Times New Roman" w:eastAsia="Times New Roman" w:hAnsi="Times New Roman" w:cs="Times New Roman"/>
                <w:sz w:val="18"/>
                <w:szCs w:val="18"/>
              </w:rPr>
              <w:object w:dxaOrig="1515" w:dyaOrig="9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4pt;height:48.25pt" o:ole="">
                  <v:imagedata r:id="rId6" o:title=""/>
                </v:shape>
                <o:OLEObject Type="Embed" ProgID="Word.Document.8" ShapeID="_x0000_i1025" DrawAspect="Icon" ObjectID="_1404727922" r:id="rId7">
                  <o:FieldCodes>\s</o:FieldCodes>
                </o:OLEObject>
              </w:object>
            </w:r>
            <w:r w:rsidRPr="00A9518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PAGE 22</w:t>
            </w:r>
          </w:p>
          <w:p w:rsidR="00C977C7" w:rsidRPr="00C977C7" w:rsidRDefault="00C977C7" w:rsidP="00C977C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77C7">
              <w:rPr>
                <w:rFonts w:ascii="Times New Roman" w:eastAsia="Times New Roman" w:hAnsi="Times New Roman" w:cs="Times New Roman"/>
                <w:sz w:val="16"/>
                <w:szCs w:val="16"/>
              </w:rPr>
              <w:t>Page 3</w:t>
            </w:r>
          </w:p>
          <w:p w:rsidR="00C977C7" w:rsidRPr="00C977C7" w:rsidRDefault="00C977C7" w:rsidP="00C977C7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77C7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1515" w:dyaOrig="975">
                <v:shape id="_x0000_i1026" type="#_x0000_t75" style="width:75.4pt;height:48.25pt" o:ole="">
                  <v:imagedata r:id="rId8" o:title=""/>
                </v:shape>
                <o:OLEObject Type="Embed" ProgID="Word.Document.8" ShapeID="_x0000_i1026" DrawAspect="Icon" ObjectID="_1404727923" r:id="rId9">
                  <o:FieldCodes>\s</o:FieldCodes>
                </o:OLEObject>
              </w:object>
            </w:r>
            <w:r w:rsidRPr="00C977C7">
              <w:rPr>
                <w:rFonts w:ascii="Times New Roman" w:eastAsia="Times New Roman" w:hAnsi="Times New Roman" w:cs="Times New Roman"/>
                <w:sz w:val="16"/>
                <w:szCs w:val="16"/>
              </w:rPr>
              <w:object w:dxaOrig="1515" w:dyaOrig="975">
                <v:shape id="_x0000_i1027" type="#_x0000_t75" style="width:75.4pt;height:48.25pt" o:ole="">
                  <v:imagedata r:id="rId10" o:title=""/>
                </v:shape>
                <o:OLEObject Type="Embed" ProgID="Word.Document.8" ShapeID="_x0000_i1027" DrawAspect="Icon" ObjectID="_1404727924" r:id="rId11">
                  <o:FieldCodes>\s</o:FieldCodes>
                </o:OLEObject>
              </w:object>
            </w:r>
          </w:p>
          <w:p w:rsidR="00C977C7" w:rsidRPr="00C977C7" w:rsidRDefault="00C977C7" w:rsidP="00C977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77C7" w:rsidRPr="00C977C7" w:rsidRDefault="00C977C7" w:rsidP="00C977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16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Assessments and Reflection</w:t>
            </w:r>
          </w:p>
        </w:tc>
      </w:tr>
      <w:tr w:rsidR="00664BE1" w:rsidTr="008A776E">
        <w:trPr>
          <w:trHeight w:val="167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Assessment(s): Students will be given a passage and will have to determine the cause and effect.</w:t>
            </w:r>
          </w:p>
          <w:p w:rsidR="00664BE1" w:rsidRDefault="00664B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29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next lesson will involve the text structure of problem/solution.</w:t>
            </w: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BE1" w:rsidRDefault="00664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4BE1" w:rsidTr="008A776E">
        <w:trPr>
          <w:trHeight w:val="29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4BE1" w:rsidTr="008A776E">
        <w:trPr>
          <w:trHeight w:val="296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E1" w:rsidRDefault="00664B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BE1" w:rsidRDefault="00664BE1" w:rsidP="00664BE1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0E6856" w:rsidRDefault="00D31E40"/>
    <w:sectPr w:rsidR="000E6856" w:rsidSect="008658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A7248"/>
    <w:multiLevelType w:val="hybridMultilevel"/>
    <w:tmpl w:val="9692E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953DF"/>
    <w:multiLevelType w:val="hybridMultilevel"/>
    <w:tmpl w:val="BB94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BE4E4C"/>
    <w:multiLevelType w:val="hybridMultilevel"/>
    <w:tmpl w:val="E690B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2F47CB"/>
    <w:multiLevelType w:val="hybridMultilevel"/>
    <w:tmpl w:val="33387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4C4461"/>
    <w:multiLevelType w:val="hybridMultilevel"/>
    <w:tmpl w:val="11A2BC02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BE1"/>
    <w:rsid w:val="002267AE"/>
    <w:rsid w:val="002F3B63"/>
    <w:rsid w:val="00664BE1"/>
    <w:rsid w:val="0086587D"/>
    <w:rsid w:val="008A776E"/>
    <w:rsid w:val="008D39CE"/>
    <w:rsid w:val="00A95185"/>
    <w:rsid w:val="00C977C7"/>
    <w:rsid w:val="00D31E40"/>
    <w:rsid w:val="00F3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64B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BE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64BE1"/>
    <w:pPr>
      <w:ind w:left="720"/>
      <w:contextualSpacing/>
    </w:pPr>
  </w:style>
  <w:style w:type="paragraph" w:customStyle="1" w:styleId="Default">
    <w:name w:val="Default"/>
    <w:rsid w:val="00664BE1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4BE1"/>
    <w:rPr>
      <w:sz w:val="16"/>
      <w:szCs w:val="16"/>
    </w:rPr>
  </w:style>
  <w:style w:type="table" w:styleId="TableGrid">
    <w:name w:val="Table Grid"/>
    <w:basedOn w:val="TableNormal"/>
    <w:uiPriority w:val="59"/>
    <w:rsid w:val="00664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B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664B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BE1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664BE1"/>
    <w:pPr>
      <w:ind w:left="720"/>
      <w:contextualSpacing/>
    </w:pPr>
  </w:style>
  <w:style w:type="paragraph" w:customStyle="1" w:styleId="Default">
    <w:name w:val="Default"/>
    <w:rsid w:val="00664BE1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64BE1"/>
    <w:rPr>
      <w:sz w:val="16"/>
      <w:szCs w:val="16"/>
    </w:rPr>
  </w:style>
  <w:style w:type="table" w:styleId="TableGrid">
    <w:name w:val="Table Grid"/>
    <w:basedOn w:val="TableNormal"/>
    <w:uiPriority w:val="59"/>
    <w:rsid w:val="00664B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4B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B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3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Microsoft_Word_97_-_2003_Document1.doc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Microsoft_Word_97_-_2003_Document3.doc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2.doc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57CA95FF.dotm</Template>
  <TotalTime>1</TotalTime>
  <Pages>3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Mrs I</dc:creator>
  <cp:lastModifiedBy>Teacher</cp:lastModifiedBy>
  <cp:revision>2</cp:revision>
  <dcterms:created xsi:type="dcterms:W3CDTF">2012-07-25T17:26:00Z</dcterms:created>
  <dcterms:modified xsi:type="dcterms:W3CDTF">2012-07-25T17:26:00Z</dcterms:modified>
</cp:coreProperties>
</file>